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572FB94F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00197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4E182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CE6B3" w14:textId="7311C40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324A3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324A3">
        <w:rPr>
          <w:rFonts w:ascii="Corbel" w:hAnsi="Corbel"/>
          <w:sz w:val="20"/>
          <w:szCs w:val="20"/>
        </w:rPr>
        <w:t>3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0429E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0E65" w14:textId="77777777" w:rsidR="000429EF" w:rsidRDefault="000429EF" w:rsidP="00C16ABF">
      <w:pPr>
        <w:spacing w:after="0" w:line="240" w:lineRule="auto"/>
      </w:pPr>
      <w:r>
        <w:separator/>
      </w:r>
    </w:p>
  </w:endnote>
  <w:endnote w:type="continuationSeparator" w:id="0">
    <w:p w14:paraId="1144BC0C" w14:textId="77777777" w:rsidR="000429EF" w:rsidRDefault="000429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ACAB5" w14:textId="77777777" w:rsidR="000429EF" w:rsidRDefault="000429EF" w:rsidP="00C16ABF">
      <w:pPr>
        <w:spacing w:after="0" w:line="240" w:lineRule="auto"/>
      </w:pPr>
      <w:r>
        <w:separator/>
      </w:r>
    </w:p>
  </w:footnote>
  <w:footnote w:type="continuationSeparator" w:id="0">
    <w:p w14:paraId="32A4E626" w14:textId="77777777" w:rsidR="000429EF" w:rsidRDefault="000429E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A3CFB-57E8-47C1-A93F-767FE5619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2020-10-14T10:58:00Z</dcterms:created>
  <dcterms:modified xsi:type="dcterms:W3CDTF">2021-11-03T04:46:00Z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